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A98E36D-B992-424C-A7F1-5989D1CF60CD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